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5DB511A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7329BF">
        <w:rPr>
          <w:rStyle w:val="Strong"/>
          <w:rFonts w:asciiTheme="minorHAnsi" w:hAnsiTheme="minorHAnsi" w:cstheme="minorHAnsi"/>
          <w:lang w:val="en-GB"/>
        </w:rPr>
        <w:t>41-W001-23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18101AEB" w:rsidR="004E36AD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116A20">
        <w:rPr>
          <w:rFonts w:ascii="Calibri" w:hAnsi="Calibri" w:cs="Calibri"/>
          <w:highlight w:val="yellow"/>
        </w:rPr>
        <w:t>Kiribati Public Procurement Web</w:t>
      </w:r>
      <w:r w:rsidR="00AD7F57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2A3F95" w:rsidRPr="00AB1C2F">
          <w:rPr>
            <w:rStyle w:val="Hyperlink"/>
            <w:rFonts w:ascii="Calibri" w:hAnsi="Calibri" w:cs="Calibri"/>
            <w:lang w:val="en-GB"/>
          </w:rPr>
          <w:t>www.procurement.gov.ki/opentender/www.cppl.com.ki/cppl</w:t>
        </w:r>
      </w:hyperlink>
      <w:r w:rsidR="002A3F95">
        <w:rPr>
          <w:rStyle w:val="Hyperlink"/>
          <w:rFonts w:ascii="Calibri" w:hAnsi="Calibri" w:cs="Calibri"/>
          <w:lang w:val="en-GB"/>
        </w:rPr>
        <w:t xml:space="preserve"> face-book account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C15299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2A3F95" w:rsidRPr="00297697" w14:paraId="088BB792" w14:textId="77777777" w:rsidTr="00020E3A">
        <w:tc>
          <w:tcPr>
            <w:tcW w:w="4673" w:type="dxa"/>
            <w:shd w:val="clear" w:color="auto" w:fill="auto"/>
          </w:tcPr>
          <w:p w14:paraId="4D14CC1C" w14:textId="77777777" w:rsidR="002A3F95" w:rsidRPr="00297697" w:rsidRDefault="002A3F95" w:rsidP="00020E3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31E71EDF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0A981C8B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2A3F95" w:rsidRPr="00297697" w14:paraId="6196AD91" w14:textId="77777777" w:rsidTr="00020E3A">
        <w:tc>
          <w:tcPr>
            <w:tcW w:w="4673" w:type="dxa"/>
            <w:shd w:val="clear" w:color="auto" w:fill="auto"/>
          </w:tcPr>
          <w:p w14:paraId="730E22EB" w14:textId="35088D44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Launch and publication of RF</w:t>
            </w:r>
            <w:r w:rsidR="00B5297B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5E8B22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60C5145" w14:textId="43E9A1FD" w:rsidR="002A3F95" w:rsidRPr="00297697" w:rsidRDefault="007336D0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2A3F95" w:rsidRPr="00297697">
              <w:rPr>
                <w:rFonts w:ascii="Calibri" w:hAnsi="Calibri"/>
                <w:szCs w:val="20"/>
              </w:rPr>
              <w:t>/23</w:t>
            </w:r>
          </w:p>
        </w:tc>
      </w:tr>
      <w:tr w:rsidR="002A3F95" w:rsidRPr="00297697" w14:paraId="210DA621" w14:textId="77777777" w:rsidTr="00020E3A">
        <w:tc>
          <w:tcPr>
            <w:tcW w:w="4673" w:type="dxa"/>
            <w:shd w:val="clear" w:color="auto" w:fill="auto"/>
          </w:tcPr>
          <w:p w14:paraId="7E1D7EDB" w14:textId="02761812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Last date for questions about RF</w:t>
            </w:r>
            <w:r w:rsidR="00B5297B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4C98A2A0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6A3B2C3" w14:textId="191A670B" w:rsidR="002A3F95" w:rsidRPr="00297697" w:rsidRDefault="002A3F95" w:rsidP="00020E3A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 xml:space="preserve"> </w:t>
            </w:r>
            <w:r w:rsidR="007336D0">
              <w:rPr>
                <w:rFonts w:ascii="Calibri" w:hAnsi="Calibri"/>
                <w:szCs w:val="20"/>
              </w:rPr>
              <w:t>07</w:t>
            </w:r>
            <w:r w:rsidRPr="00297697">
              <w:rPr>
                <w:rFonts w:ascii="Calibri" w:hAnsi="Calibri"/>
                <w:szCs w:val="20"/>
              </w:rPr>
              <w:t>/0</w:t>
            </w:r>
            <w:r w:rsidR="007336D0">
              <w:rPr>
                <w:rFonts w:ascii="Calibri" w:hAnsi="Calibri"/>
                <w:szCs w:val="20"/>
              </w:rPr>
              <w:t>6</w:t>
            </w:r>
            <w:r w:rsidRPr="00297697">
              <w:rPr>
                <w:rFonts w:ascii="Calibri" w:hAnsi="Calibri"/>
                <w:szCs w:val="20"/>
              </w:rPr>
              <w:t>/23</w:t>
            </w:r>
          </w:p>
        </w:tc>
      </w:tr>
      <w:tr w:rsidR="002A3F95" w:rsidRPr="00297697" w14:paraId="151820C3" w14:textId="77777777" w:rsidTr="00020E3A">
        <w:tc>
          <w:tcPr>
            <w:tcW w:w="4673" w:type="dxa"/>
            <w:shd w:val="clear" w:color="auto" w:fill="auto"/>
          </w:tcPr>
          <w:p w14:paraId="23AAF7D0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Last date for answers to questions and/or to amend the RFP</w:t>
            </w:r>
          </w:p>
        </w:tc>
        <w:tc>
          <w:tcPr>
            <w:tcW w:w="2268" w:type="dxa"/>
            <w:shd w:val="clear" w:color="auto" w:fill="auto"/>
          </w:tcPr>
          <w:p w14:paraId="70F1A666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1898DF8" w14:textId="565778F3" w:rsidR="002A3F95" w:rsidRPr="00297697" w:rsidRDefault="007336D0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2A3F95" w:rsidRPr="00297697">
              <w:rPr>
                <w:rFonts w:ascii="Calibri" w:hAnsi="Calibri"/>
                <w:szCs w:val="20"/>
              </w:rPr>
              <w:t xml:space="preserve">/23 </w:t>
            </w:r>
          </w:p>
        </w:tc>
      </w:tr>
      <w:tr w:rsidR="002A3F95" w:rsidRPr="00297697" w14:paraId="79FFD23A" w14:textId="77777777" w:rsidTr="00020E3A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9AD9F1F" w14:textId="74DC8C03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Last date for submission of</w:t>
            </w:r>
            <w:r w:rsidR="00B5297B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74BE5C23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E19437" w14:textId="265757C8" w:rsidR="002A3F95" w:rsidRPr="00297697" w:rsidRDefault="007336D0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2A3F95" w:rsidRPr="00297697">
              <w:rPr>
                <w:rFonts w:ascii="Calibri" w:hAnsi="Calibri"/>
                <w:szCs w:val="20"/>
              </w:rPr>
              <w:t xml:space="preserve">/23 </w:t>
            </w:r>
            <w:r w:rsidR="007329BF">
              <w:rPr>
                <w:rFonts w:ascii="Calibri" w:hAnsi="Calibri"/>
                <w:szCs w:val="20"/>
              </w:rPr>
              <w:t>– 5pm</w:t>
            </w:r>
          </w:p>
        </w:tc>
      </w:tr>
      <w:tr w:rsidR="002A3F95" w:rsidRPr="00297697" w14:paraId="4B0967D8" w14:textId="77777777" w:rsidTr="00020E3A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6630E983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7D7B3CE6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DC3C7C" w14:textId="4C838664" w:rsidR="002A3F95" w:rsidRPr="00297697" w:rsidRDefault="007336D0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2A3F95" w:rsidRPr="00297697">
              <w:rPr>
                <w:rFonts w:ascii="Calibri" w:hAnsi="Calibri"/>
                <w:szCs w:val="20"/>
              </w:rPr>
              <w:t xml:space="preserve">/23 </w:t>
            </w:r>
          </w:p>
        </w:tc>
      </w:tr>
      <w:tr w:rsidR="002A3F95" w:rsidRPr="00297697" w14:paraId="3BB3CC9F" w14:textId="77777777" w:rsidTr="00020E3A">
        <w:tc>
          <w:tcPr>
            <w:tcW w:w="4673" w:type="dxa"/>
            <w:shd w:val="clear" w:color="auto" w:fill="auto"/>
          </w:tcPr>
          <w:p w14:paraId="42E19A9E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63F56E5F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9981D95" w14:textId="0DF910F7" w:rsidR="002A3F95" w:rsidRPr="00297697" w:rsidRDefault="007336D0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2A3F95" w:rsidRPr="00297697">
              <w:rPr>
                <w:rFonts w:ascii="Calibri" w:hAnsi="Calibri"/>
                <w:szCs w:val="20"/>
              </w:rPr>
              <w:t>/23</w:t>
            </w:r>
          </w:p>
        </w:tc>
      </w:tr>
      <w:tr w:rsidR="002A3F95" w:rsidRPr="00297697" w14:paraId="4343588C" w14:textId="77777777" w:rsidTr="00020E3A">
        <w:tc>
          <w:tcPr>
            <w:tcW w:w="4673" w:type="dxa"/>
            <w:shd w:val="clear" w:color="auto" w:fill="auto"/>
          </w:tcPr>
          <w:p w14:paraId="7BBDD463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3C89D7FF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F301932" w14:textId="5BDC52D3" w:rsidR="002A3F95" w:rsidRPr="00297697" w:rsidRDefault="007336D0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2A3F95" w:rsidRPr="00297697">
              <w:rPr>
                <w:rFonts w:ascii="Calibri" w:hAnsi="Calibri"/>
                <w:szCs w:val="20"/>
              </w:rPr>
              <w:t>/23</w:t>
            </w:r>
          </w:p>
        </w:tc>
      </w:tr>
      <w:tr w:rsidR="002A3F95" w:rsidRPr="00297697" w14:paraId="525607C7" w14:textId="77777777" w:rsidTr="00020E3A">
        <w:tc>
          <w:tcPr>
            <w:tcW w:w="4673" w:type="dxa"/>
            <w:shd w:val="clear" w:color="auto" w:fill="auto"/>
          </w:tcPr>
          <w:p w14:paraId="09A8D458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Contract Terms and Conditions (contract finalization)14 days calender</w:t>
            </w:r>
          </w:p>
        </w:tc>
        <w:tc>
          <w:tcPr>
            <w:tcW w:w="2268" w:type="dxa"/>
            <w:shd w:val="clear" w:color="auto" w:fill="auto"/>
          </w:tcPr>
          <w:p w14:paraId="2CE6F382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3189D44" w14:textId="1F7F9CA1" w:rsidR="002A3F95" w:rsidRPr="00297697" w:rsidRDefault="007336D0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2A3F95" w:rsidRPr="00297697">
              <w:rPr>
                <w:rFonts w:ascii="Calibri" w:hAnsi="Calibri"/>
                <w:szCs w:val="20"/>
              </w:rPr>
              <w:t xml:space="preserve">/23 </w:t>
            </w:r>
          </w:p>
        </w:tc>
      </w:tr>
      <w:tr w:rsidR="002A3F95" w:rsidRPr="00297697" w14:paraId="28B31B3F" w14:textId="77777777" w:rsidTr="00020E3A">
        <w:tc>
          <w:tcPr>
            <w:tcW w:w="4673" w:type="dxa"/>
            <w:shd w:val="clear" w:color="auto" w:fill="auto"/>
          </w:tcPr>
          <w:p w14:paraId="49754179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325D932D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AE4057B" w14:textId="400A0679" w:rsidR="002A3F95" w:rsidRPr="00297697" w:rsidRDefault="007336D0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2A3F95" w:rsidRPr="00297697">
              <w:rPr>
                <w:rFonts w:ascii="Calibri" w:hAnsi="Calibri"/>
                <w:szCs w:val="20"/>
              </w:rPr>
              <w:t xml:space="preserve">/23 </w:t>
            </w:r>
          </w:p>
        </w:tc>
      </w:tr>
      <w:tr w:rsidR="002A3F95" w:rsidRPr="00A33618" w14:paraId="06046896" w14:textId="77777777" w:rsidTr="00020E3A">
        <w:tc>
          <w:tcPr>
            <w:tcW w:w="4673" w:type="dxa"/>
            <w:shd w:val="clear" w:color="auto" w:fill="auto"/>
          </w:tcPr>
          <w:p w14:paraId="7A291860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Contract/Project start date (implementation) contract management</w:t>
            </w:r>
          </w:p>
        </w:tc>
        <w:tc>
          <w:tcPr>
            <w:tcW w:w="2268" w:type="dxa"/>
            <w:shd w:val="clear" w:color="auto" w:fill="auto"/>
          </w:tcPr>
          <w:p w14:paraId="15990893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AEA9FE2" w14:textId="206E427C" w:rsidR="002A3F95" w:rsidRPr="00532E97" w:rsidRDefault="007336D0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2A3F95" w:rsidRPr="00297697">
              <w:rPr>
                <w:rFonts w:ascii="Calibri" w:hAnsi="Calibri"/>
                <w:szCs w:val="20"/>
              </w:rPr>
              <w:t>/23</w:t>
            </w:r>
          </w:p>
        </w:tc>
      </w:tr>
    </w:tbl>
    <w:p w14:paraId="3CE57041" w14:textId="77777777" w:rsidR="002A3F95" w:rsidRPr="00A33618" w:rsidRDefault="002A3F95" w:rsidP="004E36AD">
      <w:pPr>
        <w:spacing w:before="120"/>
        <w:jc w:val="both"/>
        <w:rPr>
          <w:rFonts w:ascii="Calibri" w:hAnsi="Calibri" w:cs="Calibri"/>
        </w:rPr>
      </w:pP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C40DE" w14:textId="77777777" w:rsidR="007A6AB4" w:rsidRDefault="007A6AB4">
      <w:r>
        <w:separator/>
      </w:r>
    </w:p>
  </w:endnote>
  <w:endnote w:type="continuationSeparator" w:id="0">
    <w:p w14:paraId="201C410D" w14:textId="77777777" w:rsidR="007A6AB4" w:rsidRDefault="007A6AB4">
      <w:r>
        <w:continuationSeparator/>
      </w:r>
    </w:p>
  </w:endnote>
  <w:endnote w:type="continuationNotice" w:id="1">
    <w:p w14:paraId="30A0A5E3" w14:textId="77777777" w:rsidR="007A6AB4" w:rsidRDefault="007A6A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B5297B" w:rsidRPr="00B5297B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B5297B" w:rsidRPr="00B5297B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4806B9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336D0">
      <w:rPr>
        <w:noProof/>
      </w:rPr>
      <w:t>2023-06-05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43A0F" w14:textId="77777777" w:rsidR="007A6AB4" w:rsidRDefault="007A6AB4">
      <w:r>
        <w:separator/>
      </w:r>
    </w:p>
  </w:footnote>
  <w:footnote w:type="continuationSeparator" w:id="0">
    <w:p w14:paraId="27C03184" w14:textId="77777777" w:rsidR="007A6AB4" w:rsidRDefault="007A6AB4">
      <w:r>
        <w:continuationSeparator/>
      </w:r>
    </w:p>
  </w:footnote>
  <w:footnote w:type="continuationNotice" w:id="1">
    <w:p w14:paraId="72BDC46E" w14:textId="77777777" w:rsidR="007A6AB4" w:rsidRDefault="007A6A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9A5416B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907111">
    <w:abstractNumId w:val="1"/>
  </w:num>
  <w:num w:numId="2" w16cid:durableId="1938098205">
    <w:abstractNumId w:val="10"/>
  </w:num>
  <w:num w:numId="3" w16cid:durableId="1135831546">
    <w:abstractNumId w:val="11"/>
  </w:num>
  <w:num w:numId="4" w16cid:durableId="1944070319">
    <w:abstractNumId w:val="4"/>
  </w:num>
  <w:num w:numId="5" w16cid:durableId="2041586447">
    <w:abstractNumId w:val="3"/>
  </w:num>
  <w:num w:numId="6" w16cid:durableId="142813214">
    <w:abstractNumId w:val="7"/>
  </w:num>
  <w:num w:numId="7" w16cid:durableId="111675074">
    <w:abstractNumId w:val="5"/>
  </w:num>
  <w:num w:numId="8" w16cid:durableId="2075229148">
    <w:abstractNumId w:val="9"/>
  </w:num>
  <w:num w:numId="9" w16cid:durableId="1176381709">
    <w:abstractNumId w:val="0"/>
  </w:num>
  <w:num w:numId="10" w16cid:durableId="1894730782">
    <w:abstractNumId w:val="8"/>
  </w:num>
  <w:num w:numId="11" w16cid:durableId="1562711347">
    <w:abstractNumId w:val="2"/>
  </w:num>
  <w:num w:numId="12" w16cid:durableId="159613540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6C72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3E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F95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CE2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D7773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39F1"/>
    <w:rsid w:val="00725D07"/>
    <w:rsid w:val="00726310"/>
    <w:rsid w:val="00726397"/>
    <w:rsid w:val="00726CD4"/>
    <w:rsid w:val="00727BC5"/>
    <w:rsid w:val="00727D4C"/>
    <w:rsid w:val="0073043E"/>
    <w:rsid w:val="00730BCB"/>
    <w:rsid w:val="007329BF"/>
    <w:rsid w:val="007335BD"/>
    <w:rsid w:val="007336D0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A6AB4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0097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19FA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97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92F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opentender/www.cppl.com.ki/cp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408A36-7792-4CAC-80FD-C49776964F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5</cp:revision>
  <cp:lastPrinted>2013-10-18T08:32:00Z</cp:lastPrinted>
  <dcterms:created xsi:type="dcterms:W3CDTF">2023-03-06T10:25:00Z</dcterms:created>
  <dcterms:modified xsi:type="dcterms:W3CDTF">2023-06-04T23:57:00Z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